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BFDF9" w14:textId="77777777" w:rsidR="00C04C42" w:rsidRPr="00C04C42" w:rsidRDefault="00C04C42" w:rsidP="00C04C4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4C4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SARS-CoV-2/human/USA/VT-CDC-LC0584068/2022, complete genome</w:t>
      </w:r>
    </w:p>
    <w:p w14:paraId="14DAF0D5" w14:textId="77777777" w:rsidR="00C04C42" w:rsidRPr="00C04C42" w:rsidRDefault="00C04C42" w:rsidP="00C04C4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t>GenBank: ON395480.1</w:t>
      </w:r>
    </w:p>
    <w:p w14:paraId="2E55D7C6" w14:textId="77777777" w:rsidR="00C04C42" w:rsidRPr="00C04C42" w:rsidRDefault="00C04C42" w:rsidP="00C04C4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"https://www.ncbi.nlm.nih.gov/nuccore/ON395480.1?report=fasta" </w:instrTex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"https://www.ncbi.nlm.nih.gov/nuccore/ON395480.1?report=graph" </w:instrTex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95480.1"/>
    <w:bookmarkEnd w:id="1"/>
    <w:p w14:paraId="2E4389D8" w14:textId="77777777" w:rsidR="00C04C42" w:rsidRPr="00C04C42" w:rsidRDefault="00C04C42" w:rsidP="00C04C4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"https://www.ncbi.nlm.nih.gov/nuccore/ON395480.1" \l "goto2233207293_0" </w:instrTex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C4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4C4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00BDEC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LOCUS       ON395480               29647 bp    RNA     linear   VRL 03-MAY-2022</w:t>
      </w:r>
    </w:p>
    <w:p w14:paraId="126FA6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40697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SARS-CoV-2/human/USA/VT-CDC-LC0584068/2022, complete genome.</w:t>
      </w:r>
    </w:p>
    <w:p w14:paraId="221B437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ACCESSION   ON395480</w:t>
      </w:r>
    </w:p>
    <w:p w14:paraId="0AF8E7E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VERSION     ON395480.1</w:t>
      </w:r>
    </w:p>
    <w:p w14:paraId="09E56C6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7D4D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"https://www.ncbi.nlm.nih.gov/biosample/SAMN28049131"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SAMN28049131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11AD1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42A238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FA283C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A571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DFC8B0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C6D989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38433B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29647)</w:t>
      </w:r>
    </w:p>
    <w:p w14:paraId="11C109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59B8C5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B64463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0E7816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C5D28B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CEEA59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A53F19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168166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312F6FF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3E8143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95BD9D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3C019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B99068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89C66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31F8BD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C440BF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98B2B2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29647)</w:t>
      </w:r>
    </w:p>
    <w:p w14:paraId="6B02D0F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617089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CB07A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3949A9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A0288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E28C3B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CE826A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11FCE3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C366C5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EE7427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8EC8DB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60492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86E37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5754BA1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73D6D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F0642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(03-MAY-2022) Respiratory Viruses Branch, Division of</w:t>
      </w:r>
    </w:p>
    <w:p w14:paraId="6E3262D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E06EE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B0061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95480.1"/>
      <w:bookmarkEnd w:id="2"/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8A9843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A419F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29B437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977686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95480.1"/>
      <w:bookmarkEnd w:id="3"/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4EDC2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1..29647</w:t>
      </w:r>
    </w:p>
    <w:p w14:paraId="504451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7E63F5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718710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B4E88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/isolate="SARS-CoV-2/human/USA/VT-CDC-LC0584068/2022"</w:t>
      </w:r>
    </w:p>
    <w:p w14:paraId="6A48FB0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0CD304A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6671F1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21733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Vermont"</w:t>
      </w:r>
    </w:p>
    <w:p w14:paraId="574D59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/collection_date="2022-04-14"</w:t>
      </w:r>
    </w:p>
    <w:p w14:paraId="4D67966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"https://www.ncbi.nlm.nih.gov/nuccore/ON395480.1?from=131&amp;to=21411"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1A02709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65C5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"https://www.ncbi.nlm.nih.gov/nuccore/ON395480.1?location=131:13324,13324:21411"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0B328A9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BBA2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020D7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F88DA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85F7AC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"https://www.ncbi.nlm.nih.gov/protein/2233207294"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UPU57956.1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F57A0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157740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30AF25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5FF6C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2FD46E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966E6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17295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9984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8503F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F72B3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41FE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CE4C3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4DFB2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9A7AFC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0E2A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27788AE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74D69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B586A0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E8FB0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F2AC2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C457D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6AF25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1DF59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08607A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0DFC81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40BE5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81CC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8B9AE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C28A0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136F16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3D8171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3F9E3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A44C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08FA4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767ED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1ECBA0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AA443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C06B9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90A624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E69B6E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89BA09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56C189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EF950D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D9F5A9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756330D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54933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CA0CEB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02646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75EF91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8627B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2AF841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26AEE5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B479D0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5612D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C1C6F2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9E1269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D91B57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9EB44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1AE3F7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4C618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EAC26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3B4A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6A63C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25ED00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A6076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1B9E4B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884FA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F6531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827234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081497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AEC18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E7777A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836EB2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DE7558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EC94EF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BE777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9CD45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2E91A1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39B43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68A4EF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30539F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A8DB4D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95E619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4D3738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F04551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4422D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FAYTKRNVIPTITQMNLKYAISAKNRARTVAGVSICSTMTNRQFHQKLLKSIAATRGA</w:t>
      </w:r>
    </w:p>
    <w:p w14:paraId="29D94E6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0A1FF2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1C6D3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39DC5B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6B7EB6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8CFB9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41B655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A0BFB6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8B839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E817A0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83312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A529B0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E12EB4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26DA084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57C1F5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5CB82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7B66F5A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7E9E9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3B255F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B999D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F3B57F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2AA88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3390FA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F1B74A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3B5720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893500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6716B9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83A4E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FED4C4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D9563F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729D3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A9CFF0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3EF99C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9EAA3E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99FD66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3F1DB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08B31C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3700758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"https://www.ncbi.nlm.nih.gov/protein/UPU57956.1?from=1&amp;to=180"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7A8BF2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9836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AF39AA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"https://www.ncbi.nlm.nih.gov/protein/UPU57956.1?from=181&amp;to=818"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E81D3E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5AA7AA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30A55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"https://www.ncbi.nlm.nih.gov/protein/UPU57956.1?from=819&amp;to=2763"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5D4510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C495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B60EF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"https://www.ncbi.nlm.nih.gov/protein/UPU57956.1?from=2764&amp;to=3263"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669897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CD6E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5E43C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"https://www.ncbi.nlm.nih.gov/protein/UPU57956.1?from=3264&amp;to=3569"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055BD31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CBA2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93DF3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"https://www.ncbi.nlm.nih.gov/protein/UPU57956.1?from=3570&amp;to=3856"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8A63DF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A31C6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86150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"https://www.ncbi.nlm.nih.gov/protein/UPU57956.1?from=3857&amp;to=3939"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0AE0A2E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736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56062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"https://www.ncbi.nlm.nih.gov/protein/UPU57956.1?from=3940&amp;to=4137"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2438364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72F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3B64F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"https://www.ncbi.nlm.nih.gov/protein/UPU57956.1?from=4138&amp;to=4250"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7D9E49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4FBE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4C0AB8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"https://www.ncbi.nlm.nih.gov/protein/UPU57956.1?from=4251&amp;to=4389"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7E8229D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D2E3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321A7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"https://www.ncbi.nlm.nih.gov/protein/UPU57956.1?from=4390&amp;to=5321"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662D389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DFF28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D674B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"https://www.ncbi.nlm.nih.gov/protein/UPU57956.1?from=5322&amp;to=5922"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7EBFCBE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ECA3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FA083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"https://www.ncbi.nlm.nih.gov/protein/UPU57956.1?from=5923&amp;to=6449"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3BE9ADE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0D65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6EB07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"https://www.ncbi.nlm.nih.gov/protein/UPU57956.1?from=6450&amp;to=6795"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518A4D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9741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E46A22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"https://www.ncbi.nlm.nih.gov/protein/UPU57956.1?from=6796&amp;to=7093"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06C723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90EC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0A9EEF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"https://www.ncbi.nlm.nih.gov/nuccore/ON395480.1?from=131&amp;to=13339"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62417C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55CD2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07745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A083CF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UPU57957.1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17FBD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2549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989A6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0C39A1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AFB380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A2207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0C36CA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2B7E0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38EEA6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C4123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FABD4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63C91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A30E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665EA4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D8FDB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589DBC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C11EA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C20A2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20CE64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EAA5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ED670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95FB7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DDBE29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7915C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8C09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6639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B77F0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91A9A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2651A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1708F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BF1C3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BAAE81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95857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12E871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1015B2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1343F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23D9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C559A7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B13F2D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KASMPTTIAKNTVKSVGKFCLEASFNYLKSPNFSKLINIIIWFLLLSVCLGSLIYSTA</w:t>
      </w:r>
    </w:p>
    <w:p w14:paraId="675714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2AB94B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B753E2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BDEE3F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0DC6D9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3654B8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00EE4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67396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B55154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A1E82A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8771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A28681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B2EA3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7419C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B20311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D07B4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B9B730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59914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CB0C87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506C8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045F55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6E10E1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E5CD1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4F9AB3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9296DB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562C31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8E26F3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1D17D7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CC78BC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E49748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308643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3F87D0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EE125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E59FD3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D53F0A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84365E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CA8E3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62D63A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654943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"https://www.ncbi.nlm.nih.gov/protein/UPU57957.1?from=1&amp;to=180"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5C71C0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8B4A2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A7AB0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"https://www.ncbi.nlm.nih.gov/protein/UPU57957.1?from=181&amp;to=818"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2F5A147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03E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8F5A9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"https://www.ncbi.nlm.nih.gov/protein/UPU57957.1?from=819&amp;to=2763"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736A64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FE6B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937C4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"https://www.ncbi.nlm.nih.gov/protein/UPU57957.1?from=2764&amp;to=3263"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7F14BD8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72A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D7D7E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"https://www.ncbi.nlm.nih.gov/protein/UPU57957.1?from=3264&amp;to=3569"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0D81ACC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CF1B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E4D8EC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"https://www.ncbi.nlm.nih.gov/protein/UPU57957.1?from=3570&amp;to=3856"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206A2B1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445A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2F032B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"https://www.ncbi.nlm.nih.gov/protein/UPU57957.1?from=3857&amp;to=3939"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63D763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408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ABFDE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"https://www.ncbi.nlm.nih.gov/protein/UPU57957.1?from=3940&amp;to=4137"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7DD6DE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1D9A8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BF34B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"https://www.ncbi.nlm.nih.gov/protein/UPU57957.1?from=4138&amp;to=4250"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135554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4EDE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47DEC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"https://www.ncbi.nlm.nih.gov/protein/UPU57957.1?from=4251&amp;to=4389"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0D398D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F7075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E2C2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"https://www.ncbi.nlm.nih.gov/protein/UPU57957.1?from=4390&amp;to=4402"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244B524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A0621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BDF95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"https://www.ncbi.nlm.nih.gov/nuccore/ON395480.1?from=13332&amp;to=13359"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0B85688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8A93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505B1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8C3D02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"https://www.ncbi.nlm.nih.gov/nuccore/ON395480.1?from=13344&amp;to=13398"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3B1574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4C0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FC820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841F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"https://www.ncbi.nlm.nih.gov/nuccore/ON395480.1?from=21419&amp;to=25222"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21419..25222</w:t>
      </w:r>
    </w:p>
    <w:p w14:paraId="76BA133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81413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"https://www.ncbi.nlm.nih.gov/nuccore/ON395480.1?from=21419&amp;to=25222"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21419..25222</w:t>
      </w:r>
    </w:p>
    <w:p w14:paraId="08B083A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B6490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A1C31F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6B6836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"https://www.ncbi.nlm.nih.gov/protein/2233207296"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UPU57958.1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DC3E7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654531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LHSTQDLFLPFFSNVTWFHVISGTNGTKRFDNPVLPFNDGVYFASIEKSNIIRGWIFG</w:t>
      </w:r>
    </w:p>
    <w:p w14:paraId="0C044B4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1BC7FBC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621271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78958F8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1CAF10D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VFNATRFASVYAWNRKRISNCVADYSVLYNFAPFFAFKCYGVSPTKLNDLCFTNVYAD</w:t>
      </w:r>
    </w:p>
    <w:p w14:paraId="032605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SFVIRGNEVSQIAPGQTGNIADYNYKLPDDFTGCVIAWNSNKLDSKVGGNYNYLYRLF</w:t>
      </w:r>
    </w:p>
    <w:p w14:paraId="64A6958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RKSNLKPFERDISTEIYQAGNKPCNGVAGFNCYFPLRSYGFRPTYGVGHQPYRVVVLS</w:t>
      </w:r>
    </w:p>
    <w:p w14:paraId="65C3DA4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FELLHAPATVCGPKKSTNLVKNKCVNFNFNGLKGTGVLTESNKKFLPFQQFGRDIADT</w:t>
      </w:r>
    </w:p>
    <w:p w14:paraId="2599AC0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1369B1B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58D432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5F9B300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5F8E7E3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ILPDPSKPSKRSFIEDLLFNKVTLADAGFIKQYGDCLGDIAARDLICAQKFNGLTVLP</w:t>
      </w:r>
    </w:p>
    <w:p w14:paraId="788DFA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79CEC7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0CCE27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DILSRLDKVEAEVQIDRLITGRLQSLQTYVTQQLIRAAEIRASANLAATKMSECVLGQ</w:t>
      </w:r>
    </w:p>
    <w:p w14:paraId="5BCCB2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56FA39B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5885241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06C604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75986EC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73DEA28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"https://www.ncbi.nlm.nih.gov/nuccore/ON395480.1?from=25231&amp;to=26058"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25231..26058</w:t>
      </w:r>
    </w:p>
    <w:p w14:paraId="3F0D236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13051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"https://www.ncbi.nlm.nih.gov/nuccore/ON395480.1?from=25231&amp;to=26058"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25231..26058</w:t>
      </w:r>
    </w:p>
    <w:p w14:paraId="52B7672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FCF9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F664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E8BE9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UPU57959.1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893C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3D457B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434E06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9133E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C81A52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4AA6AE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"https://www.ncbi.nlm.nih.gov/nuccore/ON395480.1?from=26083&amp;to=26310"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26083..26310</w:t>
      </w:r>
    </w:p>
    <w:p w14:paraId="18D47C5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AB397B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"https://www.ncbi.nlm.nih.gov/nuccore/ON395480.1?from=26083&amp;to=26310"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26083..26310</w:t>
      </w:r>
    </w:p>
    <w:p w14:paraId="46D0D79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ECBDC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93AA03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9222F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"https://www.ncbi.nlm.nih.gov/protein/2233207298"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UPU57960.1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8659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020E54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0921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"https://www.ncbi.nlm.nih.gov/nuccore/ON395480.1?from=26361&amp;to=27029"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26361..27029</w:t>
      </w:r>
    </w:p>
    <w:p w14:paraId="0E45A90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72E3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"https://www.ncbi.nlm.nih.gov/nuccore/ON395480.1?from=26361&amp;to=27029"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26361..27029</w:t>
      </w:r>
    </w:p>
    <w:p w14:paraId="4F7F9A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52B3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B9AF1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67FE20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"https://www.ncbi.nlm.nih.gov/protein/2233207299"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UPU57961.1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0DD42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49067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2DEC3F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70F710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670052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28220A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"https://www.ncbi.nlm.nih.gov/nuccore/ON395480.1?from=27040&amp;to=27225"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27040..27225</w:t>
      </w:r>
    </w:p>
    <w:p w14:paraId="052A7F3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A5EC91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"https://www.ncbi.nlm.nih.gov/nuccore/ON395480.1?from=27040&amp;to=27225"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27040..27225</w:t>
      </w:r>
    </w:p>
    <w:p w14:paraId="3154E0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2CDFB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8FDD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E40C0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"https://www.ncbi.nlm.nih.gov/protein/2233207300"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UPU57962.1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12E5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0FBDC2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939D74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"https://www.ncbi.nlm.nih.gov/nuccore/ON395480.1?from=27232&amp;to=27597"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27232..27597</w:t>
      </w:r>
    </w:p>
    <w:p w14:paraId="7B03A19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5B1AE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"https://www.ncbi.nlm.nih.gov/nuccore/ON395480.1?from=27232&amp;to=27597"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27232..27597</w:t>
      </w:r>
    </w:p>
    <w:p w14:paraId="23243CA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036BA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8ECB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718DCA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"https://www.ncbi.nlm.nih.gov/protein/2233207301"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UPU57963.1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5AA3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2EEE42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1B2A70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DBE4D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"https://www.ncbi.nlm.nih.gov/nuccore/ON395480.1?from=27594&amp;to=27725"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27594..27725</w:t>
      </w:r>
    </w:p>
    <w:p w14:paraId="58A743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E20E3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"https://www.ncbi.nlm.nih.gov/nuccore/ON395480.1?from=27594&amp;to=27725"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27594..27725</w:t>
      </w:r>
    </w:p>
    <w:p w14:paraId="3247DA3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8AB34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0CF2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0CA8E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UPU57964.1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C6555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4C4ECE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"https://www.ncbi.nlm.nih.gov/nuccore/ON395480.1?from=27732&amp;to=28097"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27732..28097</w:t>
      </w:r>
    </w:p>
    <w:p w14:paraId="51C1554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F0515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"https://www.ncbi.nlm.nih.gov/nuccore/ON395480.1?from=27732&amp;to=28097"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27732..28097</w:t>
      </w:r>
    </w:p>
    <w:p w14:paraId="1E6D4F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288D90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FAB7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B5F66E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UPU57965.1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FB498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4401D2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AAA3C1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FD0855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"https://www.ncbi.nlm.nih.gov/nuccore/ON395480.1?from=28112&amp;to=29362"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28112..29362</w:t>
      </w:r>
    </w:p>
    <w:p w14:paraId="4D992B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2320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"https://www.ncbi.nlm.nih.gov/nuccore/ON395480.1?from=28112&amp;to=29362"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28112..29362</w:t>
      </w:r>
    </w:p>
    <w:p w14:paraId="46AF3C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B9DEE2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C5DDF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E1A62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"https://www.ncbi.nlm.nih.gov/protein/2233207304"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UPU57966.1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B0C4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6E0B4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CB495C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6E23F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0A2F7D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70AB38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96BD6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1EDF37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0A153B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"https://www.ncbi.nlm.nih.gov/nuccore/ON395480.1?from=29387&amp;to=29503"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29387..29503</w:t>
      </w:r>
    </w:p>
    <w:p w14:paraId="5814DA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0DB1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"https://www.ncbi.nlm.nih.gov/nuccore/ON395480.1?from=29387&amp;to=29503"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29387..29503</w:t>
      </w:r>
    </w:p>
    <w:p w14:paraId="2F70328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5060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9DA1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646215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"https://www.ncbi.nlm.nih.gov/protein/2233207305"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UPU57967.1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7B067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9B3CBB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"https://www.ncbi.nlm.nih.gov/nuccore/ON395480.1?from=29438&amp;to=29473"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29438..29473</w:t>
      </w:r>
    </w:p>
    <w:p w14:paraId="4199EB4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E4533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A5A57C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"https://www.ncbi.nlm.nih.gov/nuccore/ON395480.1?from=29458&amp;to=29486"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29458..29486</w:t>
      </w:r>
    </w:p>
    <w:p w14:paraId="76E72A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690BB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F45E2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"https://www.ncbi.nlm.nih.gov/nuccore/ON395480.1?from=29557&amp;to=29597" </w:instrTex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C4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29557..29597</w:t>
      </w:r>
    </w:p>
    <w:p w14:paraId="76CCC7B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917D2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F1DE4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95480.1"/>
      <w:bookmarkEnd w:id="4"/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06E7E7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9A9512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3F9B00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3869B64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4A83322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62843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1BA57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4B83D2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7B0DB0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732F0E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58503B4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18FE4A6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6E798C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48106C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392A23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20AB4B1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666C2A8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EA8B5A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94E2A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16B4DE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33B5CE8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60C064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4FEEF8E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DCEA7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1C0487A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74D59EC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423A566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531244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7ED5FA3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71ED7DB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EFD2FB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121D90E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134B96B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55E21DA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E97B54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7D1348E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67E192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53CD63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096E756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6D9A8C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5D07C2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0DBC6B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061F7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195D15C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2319CB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2F9C691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1E7930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2A4032E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7BEE863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089FB6D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235F4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B010E7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1295EA3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C461B4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891B64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90ABE2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4C2E8BE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30BA08A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6BEB43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3B7F611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20BB7D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53D7E2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1C10554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39A3261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42F9B9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15F2E1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3B78E70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2843BEE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9FE79A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428EEE0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004EC9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699CD0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3FFAEE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1894BFB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1D8C7F3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31FA2F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65F2F6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34D80D1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5F7B672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1C3017C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C0E2A3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4676DE9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ttatttggat ggagctgatg ttactaaaat aaaacctcat aattcacatg aaggtaaaac</w:t>
      </w:r>
    </w:p>
    <w:p w14:paraId="594639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7626F2E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4F409DE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7CF633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0C1A29E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62C52C3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413F5DB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36FB978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6CF1635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037D1B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719428E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5BF2235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7342E9D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6912D00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11C26EA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6B1B268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0BA0DAB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4F251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4F3AEF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230AF8F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76FD685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7298477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56FB72A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076B693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3EAF00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5AA3989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5122E7E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4328329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782A576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0B67BD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25ECCB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0858968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499442F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aggcatgcct tcttactgta ctggttacag agaaggctat ttgaactcta ctaatgtcac</w:t>
      </w:r>
    </w:p>
    <w:p w14:paraId="57D9C9D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5921C5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7F9DE6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67A12C5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2D2F167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027CCB2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088AC32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4E6C9DA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37E9309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tgctaatgga ggtaaaggct tttgcaaact acacaattgg aattgtgtta attgtgatac</w:t>
      </w:r>
    </w:p>
    <w:p w14:paraId="07FA7B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2F5386F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326EB9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5CDBE8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7B60877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4138D7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3CACBD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49F16F7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4E4F0C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499A32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3B93866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2598C6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71072AC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3B01F1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548D80F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53988F9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1EC97F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3322B91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5622E20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1346BF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1C2E575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38DA62E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2D1102C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00A42B0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3512FE1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34A97BD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6500A5C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64E4D4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39B7C37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59D30EE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10EF061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3CC8675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6F31FC3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ttactcattc ttacctggtg tttattctgt tatttacttg tacttgacat tttatcttac</w:t>
      </w:r>
    </w:p>
    <w:p w14:paraId="6BA5312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3B5C86E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67B039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6EAD723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0F041AA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cttacgcaat ataatagata cttagctctt tataataagt acaagtattt</w:t>
      </w:r>
    </w:p>
    <w:p w14:paraId="2B801F3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6D3A359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6D265C3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73AD522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gggttgtatg gtacaagtaa cttgtggtac aactacactt aacggtcttt ggcttgatga</w:t>
      </w:r>
    </w:p>
    <w:p w14:paraId="5B363C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4ACA1D9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46DDF6E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4C550B7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75A522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5B22CB6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60E214F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5C4C47A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7566141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681E375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6A3E9F7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7F783FF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4339E4B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1F08AE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2B10CE2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3EC2456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3DEE3F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78057C0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057474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5F9BEB2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7B990A5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392E76E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4694914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4C951E7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0FBE896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1BA939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460B5B1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3CB1555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7A2302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2C30694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58431F0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220B559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27E0801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cttacaagct atagcctcag agtttagttc ccttccatca tatgcagctt ttgctactgc</w:t>
      </w:r>
    </w:p>
    <w:p w14:paraId="6A9DD4B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43F5F70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4E118D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12657AD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5A265DB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0CE677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007C5AF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3DBA3E7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2CFC71A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taatttagca tggcctctta ttgtaacagc tttaagggcc aattctgctg tcaaattaca</w:t>
      </w:r>
    </w:p>
    <w:p w14:paraId="6BA08E4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097EEA4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64EE46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24261D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653EA7B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2FB5707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5EA8ACF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080180B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3CB3AA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5398F9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2EB51A2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74B8FF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782991A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6DC507F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3AD02C6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5F4568B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04CF8F9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29C3B2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539EDA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103700F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292D352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465D44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031AD8B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37F7DC7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3AD2674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34CFE9C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274938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3F0407E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18B0D52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52EE330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17276E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5EBA92C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369CF13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ctagataaac gcactacgtg cttttcagta gctgcactta ctaacaatgt tgcttttcaa</w:t>
      </w:r>
    </w:p>
    <w:p w14:paraId="3DDEDBE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29A69EE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782B056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257AC8B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7273B46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gacaagtcag ctggttttcc atttaataaa</w:t>
      </w:r>
    </w:p>
    <w:p w14:paraId="5BDDBB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646FDC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32640B0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43090D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agacagtttc atcaaaaatt attgaaatca atagccgcca ctagaggagc tactgtagta</w:t>
      </w:r>
    </w:p>
    <w:p w14:paraId="4D4673F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cacaatatgt taaaaactgt ttatagtgat</w:t>
      </w:r>
    </w:p>
    <w:p w14:paraId="22DB356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4E9B86A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3F88B7C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7AFE958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13BBF04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2BFEAF1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648FB52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7825BB6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gatgatactc tctgacgatg ctgttgtgtg tttcaatagc</w:t>
      </w:r>
    </w:p>
    <w:p w14:paraId="5A92A8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4755E5D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455EAE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5C59AF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77B95D7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1D43F8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53A6BE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3EE1C94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76F2A9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566888C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0354A87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61D0AD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1DAE751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48CE98B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38C6A35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377607A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4610FF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152C0C3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55DDB1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34FA46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005C9A5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7B99A6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5091194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6984986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ctctactacc cttctgctcg catagtgtat acagcttgct ctcatgccgc tgttgatgca</w:t>
      </w:r>
    </w:p>
    <w:p w14:paraId="1ED89EA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774B860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27624D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0139A66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gattacgtgc taagcactat</w:t>
      </w:r>
    </w:p>
    <w:p w14:paraId="1BB097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60BD69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5D85FFE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78B7F8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44CF76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aagggtgtta tcacgcatga tgtttcatct gcaattaaca ggccacaaat aggcgtggta</w:t>
      </w:r>
    </w:p>
    <w:p w14:paraId="6613634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10D57A0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68B8594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0346E69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5209263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440BF36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1984DA8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18C15F4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4D7079D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6EFEE1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431184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121F322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51D347D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31792A1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1050029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6880B6C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2CF081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21B168D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2E0F331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18276A9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3B312B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6859D9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5A0410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68FA696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69AA58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4721708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68E5F5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5915A9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2F051C6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22003C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513D80A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3F7E13B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62C7F78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gttgtaaata agggacactt tgatggacaa cagggtgaag taccagtttc tatcattaat</w:t>
      </w:r>
    </w:p>
    <w:p w14:paraId="2C70B76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7B39132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57A0C1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4D2AEDA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02EB66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1BBF600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17D3A2C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2D1923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387BA8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ttacctgaaa cttactttac tcagagtaga aatttacaag aatttaaacc caggagtcaa</w:t>
      </w:r>
    </w:p>
    <w:p w14:paraId="7AEAD7A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1E5F44A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47DAB7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2CBF9A9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4D9AB04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426985A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653A680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0CB501F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171980D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48710B6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33CF50F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33614E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3712FE0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6EA78C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2CC271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3A84A35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0D7AA87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359E3DC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12B556B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51CB4B6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7F192B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03A7A3D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5145928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7512FE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74BDAD8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2BB65F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gttccatgtt atctctggga ccaatggtac taagaggttt gataaccctg tcctaccatt</w:t>
      </w:r>
    </w:p>
    <w:p w14:paraId="0E7B3E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taatgatggt gtttattttg cttccattga gaagtctaac ataataagag gctggatttt</w:t>
      </w:r>
    </w:p>
    <w:p w14:paraId="291C24E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tggtactact ttagattcga agacccagtc cctacttatt gttaataacg ctactaatgt</w:t>
      </w:r>
    </w:p>
    <w:p w14:paraId="37C199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tgttattaaa gtctgtgaat ttcaattttg taatgatcca tttttggacc acaaaaacaa</w:t>
      </w:r>
    </w:p>
    <w:p w14:paraId="1930515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caaaagttgg atggaaagtg agttcagagt ttattctagt gcgaataatt gcacttttga</w:t>
      </w:r>
    </w:p>
    <w:p w14:paraId="6DAC6C5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atatgtctct cagccttttc ttatggacct tgaaggaaaa cagggtaatt tcaaaaatct</w:t>
      </w:r>
    </w:p>
    <w:p w14:paraId="0AC600C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tagggaattt gtgtttaaga atattgatgg ttattttaaa atatattcta agcacacgcc</w:t>
      </w:r>
    </w:p>
    <w:p w14:paraId="6917C55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tattatagtg cgtgagccag aagatctccc tcagggtttt tcggctttag aaccattggt</w:t>
      </w:r>
    </w:p>
    <w:p w14:paraId="4FFAF45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agatttgcca ataggtatta acatcactag gtttcaaact ttacttgctt tacatagaag</w:t>
      </w:r>
    </w:p>
    <w:p w14:paraId="697CCE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ttatttgact cctggtgatt cttcttcagg ttggacagct ggtgctgcag cttattatgt</w:t>
      </w:r>
    </w:p>
    <w:p w14:paraId="740437B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gggttatctt caacctagga cttttctatt aaaatataat gaaaatggaa ccattacaga</w:t>
      </w:r>
    </w:p>
    <w:p w14:paraId="60DB5BF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tgctgtagac tgtgcacttg accctctctc agaaacaaag tgtacgttga aatccttcac</w:t>
      </w:r>
    </w:p>
    <w:p w14:paraId="5A6350B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tgtagaaaaa ggaatctatc aaacttctaa ctttagagtc caaccaacag aatctattgt</w:t>
      </w:r>
    </w:p>
    <w:p w14:paraId="2F1C7B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tagatttcct aatattacaa acttgtgccc ttttgatgaa gtttttaacg ccaccagatt</w:t>
      </w:r>
    </w:p>
    <w:p w14:paraId="72C2B8E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tgcatctgtt tatgcttgga acaggaagag aatcagcaac tgtgttgctg attattctgt</w:t>
      </w:r>
    </w:p>
    <w:p w14:paraId="333D44B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cctatataat ttcgcaccat ttttcgcttt taagtgttat ggagtgtctc ctactaaatt</w:t>
      </w:r>
    </w:p>
    <w:p w14:paraId="5081506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aaatgatctc tgctttacta atgtctatgc agattcattt gtaattagag gtaatgaagt</w:t>
      </w:r>
    </w:p>
    <w:p w14:paraId="0BF592C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cagccaaatc gctccagggc aaactggaaa tattgctgat tataattata aattaccaga</w:t>
      </w:r>
    </w:p>
    <w:p w14:paraId="670C813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tgattttaca ggctgcgtta tagcttggaa ttctaacaag cttgattcta aggttggtgg</w:t>
      </w:r>
    </w:p>
    <w:p w14:paraId="65C6A35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taattataat tacctgtata gattgtttag gaagtctaat ctcaaacctt ttgagagaga</w:t>
      </w:r>
    </w:p>
    <w:p w14:paraId="1074A0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tatttcaact gaaatctatc aggccggtaa caaaccttgt aatggtgttg caggttttaa</w:t>
      </w:r>
    </w:p>
    <w:p w14:paraId="65482B1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ttgttacttt cctttacgat catatggttt ccgacccact tatggtgttg gtcaccaacc</w:t>
      </w:r>
    </w:p>
    <w:p w14:paraId="1CAABBF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atacagagta gtagtacttt cttttgaact tctacatgca ccagcaactg tttgtggacc</w:t>
      </w:r>
    </w:p>
    <w:p w14:paraId="5CF9068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taaaaagtct actaatttgg ttaaaaacaa atgtgtcaat ttcaacttca atggtttaaa</w:t>
      </w:r>
    </w:p>
    <w:p w14:paraId="587C848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aggcacaggt gttcttactg agtctaacaa aaagtttctg cctttccaac aatttggcag</w:t>
      </w:r>
    </w:p>
    <w:p w14:paraId="3BF4B87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agacattgct gacactactg atgctgtccg tgatccacag acacttgaga ttcttgacat</w:t>
      </w:r>
    </w:p>
    <w:p w14:paraId="3656428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tacaccatgt tcttttggtg gtgtcagtgt tataacacca ggaacaaata cttctaacca</w:t>
      </w:r>
    </w:p>
    <w:p w14:paraId="26438BA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ggttgctgtt ctttatcagg gtgttaactg cacagaagtc cctgttgcta ttcatgcaga</w:t>
      </w:r>
    </w:p>
    <w:p w14:paraId="0850CE7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tcaacttact cctacttggc gtgtttattc tacaggttct aatgtttttc aaacacgtgc</w:t>
      </w:r>
    </w:p>
    <w:p w14:paraId="1F0CCA4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aggctgttta ataggggctg aatatgtcaa caactcatat gagtgtgaca tacccattgg</w:t>
      </w:r>
    </w:p>
    <w:p w14:paraId="48B8B79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tgcaggtata tgcgctagtt atcagactca gactaagtct catcggcggg cacgtagtgt</w:t>
      </w:r>
    </w:p>
    <w:p w14:paraId="7169209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agctagtcaa tccatcattg cctacactat gtcacttggt gcagaaaatt cagttgctta</w:t>
      </w:r>
    </w:p>
    <w:p w14:paraId="6913DB7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ctctaataac tctattgcca tacccacaaa ttttactatt agtgttacca cagaaattct</w:t>
      </w:r>
    </w:p>
    <w:p w14:paraId="39D6DD9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accagtgtct atgaccaaga catcagtaga ttgtacaatg tacatttgtg gtgattcaac</w:t>
      </w:r>
    </w:p>
    <w:p w14:paraId="02FEB0C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tgaatgcagc aatcttttgt tgcaatatgg cagtttttgt acacaattaa aacgtgcttt</w:t>
      </w:r>
    </w:p>
    <w:p w14:paraId="7FD0CF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aactggaata gctgttgaac aagacaaaaa cacccaagaa gtttttgcac aagtcaaaca</w:t>
      </w:r>
    </w:p>
    <w:p w14:paraId="08C1FCC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aatttacaaa acaccaccaa ttaaatattt tggtggtttt aatttttcac aaatattacc</w:t>
      </w:r>
    </w:p>
    <w:p w14:paraId="150BBD3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agatccatca aaaccaagca agaggtcatt tattgaagat ctacttttca acaaagtgac</w:t>
      </w:r>
    </w:p>
    <w:p w14:paraId="7E665C5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acttgcagat gctggcttca tcaaacaata tggtgattgc cttggtgata ttgctgctag</w:t>
      </w:r>
    </w:p>
    <w:p w14:paraId="37F1576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agacctcatt tgtgcacaaa agtttaacgg ccttactgtt ttgccacctt tgctcacaga</w:t>
      </w:r>
    </w:p>
    <w:p w14:paraId="40B24C7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tgaaatgatt gctcaataca cttctgcact gttagcgggt acaatcactt ctggttggac</w:t>
      </w:r>
    </w:p>
    <w:p w14:paraId="132BCFA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ctttggtgca ggtgctgcat tacaaatacc atttgctatg caaatggctt ataggtttaa</w:t>
      </w:r>
    </w:p>
    <w:p w14:paraId="12CA783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tggtattgga gttacacaga atgttctcta tgagaaccaa aaattgattg ccaaccaatt</w:t>
      </w:r>
    </w:p>
    <w:p w14:paraId="7C72861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taatagtgct attggcaaaa ttcaagactc actttcttcc acagcaagtg cacttggaaa</w:t>
      </w:r>
    </w:p>
    <w:p w14:paraId="508EC4F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acttcaagat gtggtcaacc ataatgcaca agctttaaac acgcttgtta aacaacttag</w:t>
      </w:r>
    </w:p>
    <w:p w14:paraId="10283DB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ctccaaattt ggtgcaattt caagtgtttt aaatgatatc ctttcacgtc ttgacaaagt</w:t>
      </w:r>
    </w:p>
    <w:p w14:paraId="72D519A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tgaggctgaa gtgcaaattg ataggttgat cacaggcaga cttcaaagtt tgcagacata</w:t>
      </w:r>
    </w:p>
    <w:p w14:paraId="7445288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tgtgactcaa caattaatta gagctgcaga aatcagagct tctgctaatc ttgctgctac</w:t>
      </w:r>
    </w:p>
    <w:p w14:paraId="1C2FAFD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taaaatgtca gagtgtgtac ttggacaatc aaaaagagtt gatttttgtg gaaagggcta</w:t>
      </w:r>
    </w:p>
    <w:p w14:paraId="6C78750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tcatcttatg tccttccctc agtcagcacc tcatggtgta gtcttcttgc atgtgactta</w:t>
      </w:r>
    </w:p>
    <w:p w14:paraId="642EB62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tgtccctgca caagaaaaga acttcacaac tgctcctgcc atttgtcatg atggaaaagc</w:t>
      </w:r>
    </w:p>
    <w:p w14:paraId="6F0E048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acactttcct cgtgaaggtg tctttgtttc aaatggcaca cactggtttg taacacaaag</w:t>
      </w:r>
    </w:p>
    <w:p w14:paraId="07CF8DA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gaatttttat gaaccacaaa tcattactac agacaacaca tttgtgtctg gtaactgtga</w:t>
      </w:r>
    </w:p>
    <w:p w14:paraId="4079E98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tgttgtaata ggaattgtca acaacacagt ttatgatcct ttgcaacctg aattagattc</w:t>
      </w:r>
    </w:p>
    <w:p w14:paraId="2001B4A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attcaaggag gagttagata aatattttaa gaatcataca tcaccagatg ttgatttagg</w:t>
      </w:r>
    </w:p>
    <w:p w14:paraId="7C7CD3E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tgacatctct ggcattaatg cttcagttgt aaacattcaa aaagaaattg accgcctcaa</w:t>
      </w:r>
    </w:p>
    <w:p w14:paraId="5BDAC95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tgaagttgcc aagaatttaa atgaatctct catcgatctc caagaacttg gaaagtatga</w:t>
      </w:r>
    </w:p>
    <w:p w14:paraId="736C03A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gcagtatata aaatggccat ggtacatttg gctaggtttt atagctggct tgattgccat</w:t>
      </w:r>
    </w:p>
    <w:p w14:paraId="11D5C6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agtaatggtg acaattatgc tttgctgtat gaccagttgc tgtagttgtc tcaagggctg</w:t>
      </w:r>
    </w:p>
    <w:p w14:paraId="5122C3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ttgttcttgt ggatcctgct gcaaatttga tgaagacgac tctgagccag tgctcaaagg</w:t>
      </w:r>
    </w:p>
    <w:p w14:paraId="3DA8D40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agtcaaatta cattacacat aaacgaactt atggatttgt ttatgagaat cttcacaatt</w:t>
      </w:r>
    </w:p>
    <w:p w14:paraId="10DAD45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ggaactgtaa ctttgaagca aggtgaaatc aaggatgcta ctccttcaga ttttgttcgc</w:t>
      </w:r>
    </w:p>
    <w:p w14:paraId="361169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gctactgcaa cgataccgat acaagcctca ctccctttcg gatggcttat tgttggcgtt</w:t>
      </w:r>
    </w:p>
    <w:p w14:paraId="550151F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gcacttcttg ctgtttttca gagcgcttcc aaaatcataa ctctcaaaaa gagatggcaa</w:t>
      </w:r>
    </w:p>
    <w:p w14:paraId="2EB243E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ctagcactct ccaagggtgt tcactttgtt tgcaacttgc tgttgttgtt tgtaacagtt</w:t>
      </w:r>
    </w:p>
    <w:p w14:paraId="07E3C03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tactcacacc ttttgctcgt tgctgctggc cttgaagccc cttttctcta tctttatgct</w:t>
      </w:r>
    </w:p>
    <w:p w14:paraId="475213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ttagtctact tcttgcagag tataaacttt gtaagaataa taatgaggct ttggctttgc</w:t>
      </w:r>
    </w:p>
    <w:p w14:paraId="32B8DE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tggaaatgcc gttccaaaaa cccattactt tatgatgcca actattttct ttgctggcat</w:t>
      </w:r>
    </w:p>
    <w:p w14:paraId="79390E0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actaattgtt acgactattg tataccttac aatagtgtaa cttcttcaat tgtcattact</w:t>
      </w:r>
    </w:p>
    <w:p w14:paraId="1CDCF37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tcaggtgatg gcacaacaag tcctatttct gaacatgact accagattgg tggttatact</w:t>
      </w:r>
    </w:p>
    <w:p w14:paraId="637622D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gaaaaatggg aatctggagt aaaagactgt gttgtattac acagttactt cacttcagac</w:t>
      </w:r>
    </w:p>
    <w:p w14:paraId="46231B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tattaccagc tgtactcaac tcaattgagt acagacactg gtgttgaaca tgttaccttc</w:t>
      </w:r>
    </w:p>
    <w:p w14:paraId="4BD3602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ttcatctaca ataaaattgt tgatgagcct gaagaacatg tccaaattca cacaatcgac</w:t>
      </w:r>
    </w:p>
    <w:p w14:paraId="071BA7D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ggttcatccg gagttgttaa tccagtaatg gaaccaattt atgatgaacc gacgacgact</w:t>
      </w:r>
    </w:p>
    <w:p w14:paraId="4B035C8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actagcgtgc ctttgtaagc acaagctgat gagtacgaac ttatgtactc attcgtttcg</w:t>
      </w:r>
    </w:p>
    <w:p w14:paraId="5B020E1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gaagagatag gtacgttaat agttaatagc gtacttcttt ttcttgcttt cgtggtattc</w:t>
      </w:r>
    </w:p>
    <w:p w14:paraId="78E49BF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ttgctagtta cactagccat ccttactgcg cttcgattgt gtgcgtactg ctgcaatatt</w:t>
      </w:r>
    </w:p>
    <w:p w14:paraId="75414C3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gttaacgtga gtcttgtaaa accttctttt tacgtttact ctcgtgttaa aaatctgaat</w:t>
      </w:r>
    </w:p>
    <w:p w14:paraId="6515DE6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tcttctagag ttcctgatct tctggtctaa acgaactaaa tattatatta gtttttctgt</w:t>
      </w:r>
    </w:p>
    <w:p w14:paraId="1301079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ttggaacttt aattttagcc atggcagatt ccaacggtac tattaccgtt gaagagctta</w:t>
      </w:r>
    </w:p>
    <w:p w14:paraId="298C988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aaaagctcct tgaagaatgg aacctagtaa taggtttcct attccttaca tggatttgtc</w:t>
      </w:r>
    </w:p>
    <w:p w14:paraId="11C42B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ttctacaatt tgcctatgcc aacaggaata ggtttttgta tataattaag ttaattttcc</w:t>
      </w:r>
    </w:p>
    <w:p w14:paraId="2DCFC4F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tctggctgtt atggccagta actttaactt gttttgtgct tgctgctgtt tacagaataa</w:t>
      </w:r>
    </w:p>
    <w:p w14:paraId="16C2F0A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attggatcac cggtggaatt gctatcgcaa tggcttgtct tgtaggcttg atgtggctca</w:t>
      </w:r>
    </w:p>
    <w:p w14:paraId="4F96D26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gctacttcat tgcttctttc agactgtttg cgcgtacgcg ttccatgtgg tcatttaatc</w:t>
      </w:r>
    </w:p>
    <w:p w14:paraId="6812281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cagaaactaa cattcttctc aacgtgccac tccatggcac tattctgacc agaccgcttc</w:t>
      </w:r>
    </w:p>
    <w:p w14:paraId="1B99959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tagaaagtga actcgtaatc ggagctgtga tccttcgtgg acatcttcgt attgctggac</w:t>
      </w:r>
    </w:p>
    <w:p w14:paraId="6E0C660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accatctagg acgctgtgac atcaaggacc tgcctaaaga aatcactgtt gctacatcac</w:t>
      </w:r>
    </w:p>
    <w:p w14:paraId="6CB3A9E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gaacgctttc ttattacaaa ttgggagctt cgcagcgtgt agcaggtgac tcaggttttg</w:t>
      </w:r>
    </w:p>
    <w:p w14:paraId="438B0C1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ctgcatacag tcgctacagg attggcaact ataaattaaa cacagaccat tccagtagca</w:t>
      </w:r>
    </w:p>
    <w:p w14:paraId="485AC4B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gtgacaatat tgctttgctt gtacagtaag tgacaacaga tgtttcatct cgttgacttt</w:t>
      </w:r>
    </w:p>
    <w:p w14:paraId="5D39607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caggttacta tagcagagat attactaatt attatgcgga cttttaaagt ttccatttgg</w:t>
      </w:r>
    </w:p>
    <w:p w14:paraId="7D36BA1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aatcttgatt acatcataaa cctcataatt aaaaatttat ctaagtcact aactgagaat</w:t>
      </w:r>
    </w:p>
    <w:p w14:paraId="378D6CFB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aaatattctc aattagatga agagcaacca atggagattc tctaaacgaa catgaaaatt</w:t>
      </w:r>
    </w:p>
    <w:p w14:paraId="479A993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attcttttct tggcactgat aacactcgct acttgtgagc tttatcacta ccaagagtgt</w:t>
      </w:r>
    </w:p>
    <w:p w14:paraId="10F5EB5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gttagaggta caacagtact tttaaaagaa ccttgctctt ctggaacata cgagggcaat</w:t>
      </w:r>
    </w:p>
    <w:p w14:paraId="4552403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tcaccatttc atcctctagc tgataacaaa tttgcactga cttgctttag cactcaattt</w:t>
      </w:r>
    </w:p>
    <w:p w14:paraId="7F75A4F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gcttttgctt gtcctgacgg cgtaaaacac gtctatcagt tacgtgccag atcagtttca</w:t>
      </w:r>
    </w:p>
    <w:p w14:paraId="5F4679A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cctaaactgt tcatcagaca agaggaagtt caagaacttt actctccaat ttttcttatt</w:t>
      </w:r>
    </w:p>
    <w:p w14:paraId="2DB631D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gttgcggcaa tagtgtttat aacactttgc ttcacactca aaagaaagac agaatgattg</w:t>
      </w:r>
    </w:p>
    <w:p w14:paraId="41A20E9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aactttcatt aattgacttc tatttgtgct ttttagcctt tctgttattc cttgttttaa</w:t>
      </w:r>
    </w:p>
    <w:p w14:paraId="0115C33F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ttatgcttat tatcttttgg ttctcacttg aactgcaaga tcataatgaa acttgtcacg</w:t>
      </w:r>
    </w:p>
    <w:p w14:paraId="3AEFF0F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cctaaacgaa catgaaattt cttgttttct taggaatcat cacaactgtg gctgcatttc</w:t>
      </w:r>
    </w:p>
    <w:p w14:paraId="21FB627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accaagaatg tagtttacag tcatgtactc aacatcaacc atatgtagtt gatgacccgt</w:t>
      </w:r>
    </w:p>
    <w:p w14:paraId="43FC1E8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gtcctattca cttctattct aaatggtata ttagagtagg agctagaaaa tcagcacctt</w:t>
      </w:r>
    </w:p>
    <w:p w14:paraId="3A2D0C7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taattgaatt gtgcgtggat gaggctggtt ctaaatcacc cattcagtac atcgatatcg</w:t>
      </w:r>
    </w:p>
    <w:p w14:paraId="6D43499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gtaattatac agtttcctgt ttacctttta caattaattg ccaggaacct aaattgggta</w:t>
      </w:r>
    </w:p>
    <w:p w14:paraId="496B912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gtcttgtagt gcgttgttcg ttctatgaag actttttaga gtatcatgac gttcgtgttg</w:t>
      </w:r>
    </w:p>
    <w:p w14:paraId="3EAB8651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ttttagattt catctaaacg aacaaactta aatgtctgat aatggacccc aaaatcagcg</w:t>
      </w:r>
    </w:p>
    <w:p w14:paraId="554C9768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aaatgcactc cgcattacgt ttggtggacc ctcagattca actggcagta accagaatgg</w:t>
      </w:r>
    </w:p>
    <w:p w14:paraId="765963A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tggggcgcga tcaaaacaac gtcggcccca aggtttaccc aataatactg cgtcttggtt</w:t>
      </w:r>
    </w:p>
    <w:p w14:paraId="5E509C3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caccgctctc actcaacatg gcaaggaaga ccttaaattc cctcgaggac aaggcgttcc</w:t>
      </w:r>
    </w:p>
    <w:p w14:paraId="5586AE32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aattaacacc aatagcagtc cagatgacca aattggctac taccgaagag ctaccagacg</w:t>
      </w:r>
    </w:p>
    <w:p w14:paraId="2AD58C6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aattcgtggt ggtgacggta aaatgaaaga tctcagtcca agatggtatt tctactacct</w:t>
      </w:r>
    </w:p>
    <w:p w14:paraId="5D7930C0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aggaactggg ccagaagctg gacttcccta tggtgctaac aaagacggca tcatatgggt</w:t>
      </w:r>
    </w:p>
    <w:p w14:paraId="0D5018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tgcaactgag ggagccttga atacaccaaa agatcacatt ggcacccgca atcctgctaa</w:t>
      </w:r>
    </w:p>
    <w:p w14:paraId="54DA355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caatgctgca atcgtgctac aacttcctca aggaacaaca ttgccaaaag gcttctacgc</w:t>
      </w:r>
    </w:p>
    <w:p w14:paraId="523DF9C4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agaagggagc agaggcggca gtcaagcctc ttctcgttcc tcatcacgta gtcgcaacag</w:t>
      </w:r>
    </w:p>
    <w:p w14:paraId="2EA3AAE6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ttcaagaaat tcaactccag gcagcagtaa acgaacttct cctgctagaa tggctggcaa</w:t>
      </w:r>
    </w:p>
    <w:p w14:paraId="57DFF31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tggcggtgat gctgctcttg ctttgctgct gcttgacaga ttgaaccagc ttgagagcaa</w:t>
      </w:r>
    </w:p>
    <w:p w14:paraId="457DF31A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aatgtctggt aaaggccaac aacaacaagg ccaaactgtc actaagaaat ctgctgctga</w:t>
      </w:r>
    </w:p>
    <w:p w14:paraId="0BE4114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ggcttctaag aagcctcggc aaaaacgtac tgccactaaa gcatacaatg taacacaagc</w:t>
      </w:r>
    </w:p>
    <w:p w14:paraId="47787D2E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tttcggcaga cgtggtccag aacaaaccca aggaaatttt ggggaccagg aactaatcag</w:t>
      </w:r>
    </w:p>
    <w:p w14:paraId="74672F1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acaaggaact gattacaaac attggccgca aattgcacaa tttgccccca gcgcttcagc</w:t>
      </w:r>
    </w:p>
    <w:p w14:paraId="358770D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gttcttcgga atgtcgcgca ttggcatgga agtcacacct tcgggaacgt ggttgaccta</w:t>
      </w:r>
    </w:p>
    <w:p w14:paraId="28007A9D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cacaggtgcc atcaaattgg atgacaaaga tccaaatttc aaagatcaag tcattttgct</w:t>
      </w:r>
    </w:p>
    <w:p w14:paraId="356CADB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gaataagcat attgacgcat acaaaacatt cccaccaaca gagcctaaaa aggacaaaaa</w:t>
      </w:r>
    </w:p>
    <w:p w14:paraId="2550B5F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gaagaaggct gatgaaactc aagccttacc gcagagacag aagaaacagc aaactgtgac</w:t>
      </w:r>
    </w:p>
    <w:p w14:paraId="2461D44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tcttcttcct gctgcagatt tggatgattt ctccaaacaa ttgcaacaat ccatgagcag</w:t>
      </w:r>
    </w:p>
    <w:p w14:paraId="581A1BF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tgctgactca actcaggcct aaactcatgc agaccacaca aggcagatgg gctatataaa</w:t>
      </w:r>
    </w:p>
    <w:p w14:paraId="7CB06B1C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cgttttcgct tttccgttta cgatatatag tctactcttg tgcagaatga attctcgtaa</w:t>
      </w:r>
    </w:p>
    <w:p w14:paraId="170A05D7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ctacatagca caagtagatg tagttaactt taatctcaca tagcaatctt taatcagtgt</w:t>
      </w:r>
    </w:p>
    <w:p w14:paraId="768EB589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gtaacattag ggaggacttg aaagagccac cacattttca ccgaggccac gcggagtacg</w:t>
      </w:r>
    </w:p>
    <w:p w14:paraId="5BD73DF5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atcgagtgta cagtgaacaa tgctagggag agctgcctat atggaagagc cctaatgtgt</w:t>
      </w:r>
    </w:p>
    <w:p w14:paraId="6B70BD2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aaaatta</w:t>
      </w:r>
    </w:p>
    <w:p w14:paraId="5F14DF73" w14:textId="77777777" w:rsidR="00C04C42" w:rsidRPr="00C04C42" w:rsidRDefault="00C04C42" w:rsidP="00C04C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C4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188D9A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4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4C42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63FA3B"/>
  <w15:chartTrackingRefBased/>
  <w15:docId w15:val="{9D644057-2200-4F48-8165-0C8FC6CF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8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1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8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11042</Words>
  <Characters>62945</Characters>
  <Application>Microsoft Office Word</Application>
  <DocSecurity>0</DocSecurity>
  <Lines>524</Lines>
  <Paragraphs>147</Paragraphs>
  <ScaleCrop>false</ScaleCrop>
  <Company/>
  <LinksUpToDate>false</LinksUpToDate>
  <CharactersWithSpaces>73840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2023-03-04T06:38:00Z</dcterms:created>
  <dcterms:modified xsi:type="dcterms:W3CDTF">2023-03-04T06:39:00Z</dcterms:modified>
</cp:coreProperties>
</file>